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A5A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0D961E2D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E0B89">
        <w:rPr>
          <w:rFonts w:ascii="Corbel" w:hAnsi="Corbel"/>
          <w:b/>
          <w:smallCaps/>
          <w:sz w:val="24"/>
          <w:szCs w:val="24"/>
        </w:rPr>
        <w:t>2019-202</w:t>
      </w:r>
      <w:r w:rsidR="006E0B89">
        <w:rPr>
          <w:rFonts w:ascii="Corbel" w:hAnsi="Corbel"/>
          <w:b/>
          <w:smallCaps/>
          <w:sz w:val="24"/>
          <w:szCs w:val="24"/>
        </w:rPr>
        <w:t>1</w:t>
      </w:r>
    </w:p>
    <w:p w14:paraId="0E7F7276" w14:textId="030CC3CD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</w:t>
      </w:r>
      <w:r w:rsidR="006E0B89">
        <w:rPr>
          <w:rFonts w:ascii="Corbel" w:hAnsi="Corbel"/>
          <w:sz w:val="20"/>
          <w:szCs w:val="20"/>
        </w:rPr>
        <w:t>19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</w:t>
      </w:r>
      <w:r w:rsidR="006E0B89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3A7EFB6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>rof. dr hab. Georgij Cherevko</w:t>
            </w:r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02EA054F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703B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2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3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lastRenderedPageBreak/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Polityka pieniężna a stabilność systemu finansowego – nadzór bankowy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makroostrożnościowy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Europejski Bank Centralny i operacje euro systemu. Polska w strefie euro - korzyści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ryzyzka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31DF657B" w:rsidR="0085747A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5B986923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raca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C.H.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M. Brzoza-Brzezina, Polska polityka pieniężna. Badania teoretyczne i empiryczne, Wyd. C.H.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>, Bank Centralny na współczesnym rynku pieniężnym. Dyscyplina regulacyjna, skuteczność, instrumenty, Wyd. C.H.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C6AEB" w14:textId="77777777" w:rsidR="00D7655D" w:rsidRDefault="00D7655D" w:rsidP="00C16ABF">
      <w:pPr>
        <w:spacing w:after="0" w:line="240" w:lineRule="auto"/>
      </w:pPr>
      <w:r>
        <w:separator/>
      </w:r>
    </w:p>
  </w:endnote>
  <w:endnote w:type="continuationSeparator" w:id="0">
    <w:p w14:paraId="77F4C014" w14:textId="77777777" w:rsidR="00D7655D" w:rsidRDefault="00D765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C1071" w14:textId="77777777" w:rsidR="00D7655D" w:rsidRDefault="00D7655D" w:rsidP="00C16ABF">
      <w:pPr>
        <w:spacing w:after="0" w:line="240" w:lineRule="auto"/>
      </w:pPr>
      <w:r>
        <w:separator/>
      </w:r>
    </w:p>
  </w:footnote>
  <w:footnote w:type="continuationSeparator" w:id="0">
    <w:p w14:paraId="730AE9F3" w14:textId="77777777" w:rsidR="00D7655D" w:rsidRDefault="00D7655D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A3EEA"/>
    <w:rsid w:val="004A4D1F"/>
    <w:rsid w:val="004B255E"/>
    <w:rsid w:val="004B3F7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0B89"/>
    <w:rsid w:val="006E5D65"/>
    <w:rsid w:val="006F0ABB"/>
    <w:rsid w:val="006F1282"/>
    <w:rsid w:val="006F1FBC"/>
    <w:rsid w:val="006F31E2"/>
    <w:rsid w:val="00703B8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52C9"/>
    <w:rsid w:val="00D425B2"/>
    <w:rsid w:val="00D428D6"/>
    <w:rsid w:val="00D552B2"/>
    <w:rsid w:val="00D608D1"/>
    <w:rsid w:val="00D74119"/>
    <w:rsid w:val="00D7655D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9F5CE8-AAAF-4F9D-B90B-296256B9F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2020-10-22T20:14:00Z</dcterms:created>
  <dcterms:modified xsi:type="dcterms:W3CDTF">2021-11-05T11:56:00Z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